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  <w:r w:rsidRPr="00AA2233">
              <w:rPr>
                <w:rFonts w:asciiTheme="minorHAnsi" w:hAnsiTheme="minorHAnsi" w:cstheme="minorHAnsi"/>
                <w:b/>
                <w:bCs/>
              </w:rPr>
              <w:t>CER3NC</w:t>
            </w:r>
          </w:p>
        </w:tc>
      </w:tr>
      <w:tr w:rsidR="00DF02D3" w:rsidTr="00B77228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</w:t>
            </w:r>
            <w:r w:rsidR="00574184" w:rsidRPr="00574184">
              <w:rPr>
                <w:rFonts w:asciiTheme="minorHAnsi" w:hAnsiTheme="minorHAnsi" w:cstheme="minorHAnsi"/>
              </w:rPr>
              <w:t xml:space="preserve">Pure W </w:t>
            </w:r>
            <w:r>
              <w:rPr>
                <w:rFonts w:asciiTheme="minorHAnsi" w:hAnsiTheme="minorHAnsi" w:cstheme="minorHAnsi"/>
              </w:rPr>
              <w:t>Wal</w:t>
            </w:r>
            <w:r w:rsidR="00574184">
              <w:rPr>
                <w:rFonts w:asciiTheme="minorHAnsi" w:hAnsiTheme="minorHAnsi" w:cstheme="minorHAnsi"/>
              </w:rPr>
              <w:t>l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02D3" w:rsidRDefault="00574184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F02D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02D3" w:rsidRDefault="00574184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F02D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</w:t>
            </w:r>
            <w:r w:rsidR="00574184">
              <w:rPr>
                <w:rFonts w:asciiTheme="minorHAnsi" w:hAnsiTheme="minorHAnsi" w:cstheme="minorHAnsi"/>
              </w:rPr>
              <w:t>.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77228" w:rsidTr="00DF02D3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B77228" w:rsidTr="00DF02D3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</w:t>
            </w:r>
            <w:r w:rsidR="00574184">
              <w:rPr>
                <w:rFonts w:asciiTheme="minorHAnsi" w:hAnsiTheme="minorHAnsi" w:cstheme="minorHAnsi"/>
              </w:rPr>
              <w:t xml:space="preserve"> </w:t>
            </w:r>
            <w:r w:rsidR="00574184" w:rsidRPr="00574184">
              <w:rPr>
                <w:rFonts w:asciiTheme="minorHAnsi" w:hAnsiTheme="minorHAnsi" w:cstheme="minorHAnsi"/>
              </w:rPr>
              <w:t>Pure W</w:t>
            </w:r>
            <w:r>
              <w:rPr>
                <w:rFonts w:asciiTheme="minorHAnsi" w:hAnsiTheme="minorHAnsi" w:cstheme="minorHAnsi"/>
              </w:rPr>
              <w:t xml:space="preserve"> faucet - Electronic faucet 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>
              <w:rPr>
                <w:rFonts w:asciiTheme="minorHAnsi" w:hAnsiTheme="minorHAnsi" w:cstheme="minorHAnsi"/>
              </w:rPr>
              <w:t>high quality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DF02D3" w:rsidRDefault="00DF02D3" w:rsidP="003D112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</w:t>
            </w:r>
            <w:r w:rsidR="003D1129">
              <w:rPr>
                <w:rFonts w:asciiTheme="minorHAnsi" w:hAnsiTheme="minorHAnsi" w:cstheme="minorHAnsi"/>
              </w:rPr>
              <w:t>ea CLASSIC</w:t>
            </w:r>
            <w:r w:rsidR="00574184">
              <w:rPr>
                <w:rFonts w:asciiTheme="minorHAnsi" w:hAnsiTheme="minorHAnsi" w:cstheme="minorHAnsi"/>
              </w:rPr>
              <w:t xml:space="preserve"> </w:t>
            </w:r>
            <w:r w:rsidR="00574184" w:rsidRPr="00574184">
              <w:rPr>
                <w:rFonts w:asciiTheme="minorHAnsi" w:hAnsiTheme="minorHAnsi" w:cstheme="minorHAnsi"/>
              </w:rPr>
              <w:t>Pure W</w:t>
            </w:r>
            <w:r w:rsidR="003D1129">
              <w:rPr>
                <w:rFonts w:asciiTheme="minorHAnsi" w:hAnsiTheme="minorHAnsi" w:cstheme="minorHAnsi"/>
              </w:rPr>
              <w:t xml:space="preserve"> faucet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>
              <w:rPr>
                <w:rFonts w:asciiTheme="minorHAnsi" w:hAnsiTheme="minorHAnsi" w:cstheme="minorHAnsi"/>
              </w:rPr>
              <w:t>cold water</w:t>
            </w:r>
            <w:proofErr w:type="gramEnd"/>
            <w:r>
              <w:rPr>
                <w:rFonts w:asciiTheme="minorHAnsi" w:hAnsiTheme="minorHAnsi" w:cstheme="minorHAnsi"/>
              </w:rPr>
              <w:t xml:space="preserve"> connections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  <w:bookmarkStart w:id="0" w:name="_GoBack"/>
            <w:bookmarkEnd w:id="0"/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228" w:rsidRDefault="00B77228" w:rsidP="00187130">
      <w:pPr>
        <w:spacing w:line="240" w:lineRule="auto"/>
      </w:pPr>
      <w:r>
        <w:separator/>
      </w:r>
    </w:p>
  </w:endnote>
  <w:endnote w:type="continuationSeparator" w:id="0">
    <w:p w:rsidR="00B77228" w:rsidRDefault="00B77228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Default="00B77228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B77228" w:rsidRPr="00187130" w:rsidTr="00187130">
      <w:tc>
        <w:tcPr>
          <w:tcW w:w="2986" w:type="dxa"/>
        </w:tcPr>
        <w:p w:rsidR="00B77228" w:rsidRPr="00187130" w:rsidRDefault="00B7722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BC4F62">
            <w:rPr>
              <w:sz w:val="16"/>
              <w:szCs w:val="16"/>
            </w:rPr>
            <w:fldChar w:fldCharType="begin"/>
          </w:r>
          <w:r w:rsidR="00BC4F62">
            <w:rPr>
              <w:sz w:val="16"/>
              <w:szCs w:val="16"/>
              <w:lang w:val="de-DE"/>
            </w:rPr>
            <w:instrText xml:space="preserve"> TIME \@ "dd.MM.yyyy" </w:instrText>
          </w:r>
          <w:r w:rsidR="00BC4F62">
            <w:rPr>
              <w:sz w:val="16"/>
              <w:szCs w:val="16"/>
            </w:rPr>
            <w:fldChar w:fldCharType="separate"/>
          </w:r>
          <w:r w:rsidR="00574184">
            <w:rPr>
              <w:noProof/>
              <w:sz w:val="16"/>
              <w:szCs w:val="16"/>
              <w:lang w:val="de-DE"/>
            </w:rPr>
            <w:t>29.01.2020</w:t>
          </w:r>
          <w:r w:rsidR="00BC4F6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B77228" w:rsidRPr="000E101F" w:rsidRDefault="00B77228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B77228" w:rsidRPr="00187130" w:rsidRDefault="00B77228" w:rsidP="00B77228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D112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D112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B77228" w:rsidRDefault="00B77228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228" w:rsidRDefault="00B77228" w:rsidP="00187130">
      <w:pPr>
        <w:spacing w:line="240" w:lineRule="auto"/>
      </w:pPr>
      <w:r>
        <w:separator/>
      </w:r>
    </w:p>
  </w:footnote>
  <w:footnote w:type="continuationSeparator" w:id="0">
    <w:p w:rsidR="00B77228" w:rsidRDefault="00B77228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Pr="00187130" w:rsidRDefault="00B77228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74F44"/>
    <w:rsid w:val="00187130"/>
    <w:rsid w:val="00211335"/>
    <w:rsid w:val="002168C5"/>
    <w:rsid w:val="00357D07"/>
    <w:rsid w:val="003833B6"/>
    <w:rsid w:val="003D1129"/>
    <w:rsid w:val="004E017C"/>
    <w:rsid w:val="004E7EA9"/>
    <w:rsid w:val="00501343"/>
    <w:rsid w:val="00502F69"/>
    <w:rsid w:val="00533409"/>
    <w:rsid w:val="005653B3"/>
    <w:rsid w:val="00574184"/>
    <w:rsid w:val="006110B8"/>
    <w:rsid w:val="00616BEC"/>
    <w:rsid w:val="00634D40"/>
    <w:rsid w:val="008D6316"/>
    <w:rsid w:val="00921DEB"/>
    <w:rsid w:val="00964361"/>
    <w:rsid w:val="009B2800"/>
    <w:rsid w:val="00A10F8C"/>
    <w:rsid w:val="00A62D14"/>
    <w:rsid w:val="00B42B3C"/>
    <w:rsid w:val="00B55A23"/>
    <w:rsid w:val="00B77228"/>
    <w:rsid w:val="00B926E8"/>
    <w:rsid w:val="00BB7D7A"/>
    <w:rsid w:val="00BC4F62"/>
    <w:rsid w:val="00C2725C"/>
    <w:rsid w:val="00D2233E"/>
    <w:rsid w:val="00D23A89"/>
    <w:rsid w:val="00D25333"/>
    <w:rsid w:val="00DF02D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2BA7D8"/>
  <w15:docId w15:val="{509B6698-30C2-4005-9CE9-FDBE3852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145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2015-05-21T10:48:00Z</dcterms:created>
  <dcterms:modified xsi:type="dcterms:W3CDTF">2020-01-29T10:33:00Z</dcterms:modified>
</cp:coreProperties>
</file>